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4AB99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414AB9A" w14:textId="76A1D7AE" w:rsidR="00232083" w:rsidRDefault="00232083" w:rsidP="632607F4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632607F4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4414AB9B" w14:textId="702BE079" w:rsidR="00232083" w:rsidRDefault="004A6B56" w:rsidP="0029575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Requirements for games</w:t>
      </w:r>
    </w:p>
    <w:p w14:paraId="4414AB9C" w14:textId="1268EFF1" w:rsidR="00232083" w:rsidRDefault="004A6B56" w:rsidP="00295751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Online betting</w:t>
      </w:r>
      <w:r w:rsidR="00232083">
        <w:rPr>
          <w:rFonts w:ascii="Times New Roman" w:hAnsi="Times New Roman"/>
          <w:b/>
          <w:sz w:val="20"/>
          <w:szCs w:val="20"/>
          <w:lang w:val="en-US"/>
        </w:rPr>
        <w:t xml:space="preserve"> - SCP.0</w:t>
      </w:r>
      <w:r>
        <w:rPr>
          <w:rFonts w:ascii="Times New Roman" w:hAnsi="Times New Roman"/>
          <w:b/>
          <w:sz w:val="20"/>
          <w:szCs w:val="20"/>
          <w:lang w:val="en-US"/>
        </w:rPr>
        <w:t>7</w:t>
      </w:r>
      <w:r w:rsidR="00232083">
        <w:rPr>
          <w:rFonts w:ascii="Times New Roman" w:hAnsi="Times New Roman"/>
          <w:b/>
          <w:sz w:val="20"/>
          <w:szCs w:val="20"/>
          <w:lang w:val="en-US"/>
        </w:rPr>
        <w:t>.</w:t>
      </w:r>
      <w:proofErr w:type="gramStart"/>
      <w:r w:rsidR="00232083">
        <w:rPr>
          <w:rFonts w:ascii="Times New Roman" w:hAnsi="Times New Roman"/>
          <w:b/>
          <w:sz w:val="20"/>
          <w:szCs w:val="20"/>
          <w:lang w:val="en-US"/>
        </w:rPr>
        <w:t>0</w:t>
      </w:r>
      <w:r>
        <w:rPr>
          <w:rFonts w:ascii="Times New Roman" w:hAnsi="Times New Roman"/>
          <w:b/>
          <w:sz w:val="20"/>
          <w:szCs w:val="20"/>
          <w:lang w:val="en-US"/>
        </w:rPr>
        <w:t>1</w:t>
      </w:r>
      <w:r w:rsidR="00232083">
        <w:rPr>
          <w:rFonts w:ascii="Times New Roman" w:hAnsi="Times New Roman"/>
          <w:b/>
          <w:sz w:val="20"/>
          <w:szCs w:val="20"/>
          <w:lang w:val="en-US"/>
        </w:rPr>
        <w:t>.EN</w:t>
      </w:r>
      <w:proofErr w:type="gramEnd"/>
    </w:p>
    <w:p w14:paraId="09E0FAF9" w14:textId="77777777" w:rsidR="00F737DB" w:rsidRPr="00095F34" w:rsidRDefault="00F737DB" w:rsidP="00F737DB">
      <w:pPr>
        <w:pStyle w:val="Overskrift3"/>
        <w:spacing w:before="0" w:after="0"/>
        <w:rPr>
          <w:rFonts w:ascii="Garamond" w:hAnsi="Garamond"/>
          <w:sz w:val="24"/>
          <w:szCs w:val="28"/>
          <w:lang w:val="en-US"/>
        </w:rPr>
      </w:pPr>
      <w:r w:rsidRPr="00095F34">
        <w:rPr>
          <w:rFonts w:ascii="Garamond" w:hAnsi="Garamond"/>
          <w:sz w:val="24"/>
          <w:szCs w:val="28"/>
          <w:lang w:val="en-US"/>
        </w:rPr>
        <w:t xml:space="preserve">Appendix to standard report </w:t>
      </w:r>
    </w:p>
    <w:p w14:paraId="4414AB9D" w14:textId="691FF3F8" w:rsidR="00232083" w:rsidRDefault="00F737DB" w:rsidP="00F737DB">
      <w:pPr>
        <w:spacing w:after="0"/>
        <w:rPr>
          <w:rFonts w:ascii="Times New Roman" w:hAnsi="Times New Roman"/>
          <w:b/>
          <w:sz w:val="20"/>
          <w:szCs w:val="20"/>
          <w:lang w:val="en-US"/>
        </w:rPr>
      </w:pPr>
      <w:r w:rsidRPr="007E252A">
        <w:rPr>
          <w:rFonts w:ascii="Garamond" w:hAnsi="Garamond"/>
          <w:sz w:val="20"/>
          <w:szCs w:val="20"/>
          <w:lang w:val="en-US"/>
        </w:rPr>
        <w:t xml:space="preserve">Unique report number/internal reference number which </w:t>
      </w:r>
      <w:r>
        <w:rPr>
          <w:rFonts w:ascii="Garamond" w:hAnsi="Garamond"/>
          <w:sz w:val="20"/>
          <w:szCs w:val="20"/>
          <w:lang w:val="en-US"/>
        </w:rPr>
        <w:t>the appendix refers to</w:t>
      </w:r>
      <w:r w:rsidRPr="007E252A">
        <w:rPr>
          <w:sz w:val="20"/>
          <w:szCs w:val="20"/>
          <w:lang w:val="en-US"/>
        </w:rPr>
        <w:t xml:space="preserve">: </w:t>
      </w:r>
      <w:r w:rsidRPr="007E252A">
        <w:rPr>
          <w:lang w:val="en-US"/>
        </w:rPr>
        <w:t>_____________________________</w:t>
      </w:r>
    </w:p>
    <w:p w14:paraId="4414AB9E" w14:textId="09DF5B92" w:rsidR="00232083" w:rsidRDefault="00232083" w:rsidP="00232083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4414ABA2" w14:textId="77777777" w:rsidTr="004C1189">
        <w:tc>
          <w:tcPr>
            <w:tcW w:w="1134" w:type="dxa"/>
          </w:tcPr>
          <w:p w14:paraId="4414AB9F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4414ABA0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4414ABA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4414ABA7" w14:textId="77777777" w:rsidTr="004C1189">
        <w:tc>
          <w:tcPr>
            <w:tcW w:w="1134" w:type="dxa"/>
          </w:tcPr>
          <w:p w14:paraId="4414AB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AC" w14:textId="77777777" w:rsidTr="004C1189">
        <w:tc>
          <w:tcPr>
            <w:tcW w:w="1134" w:type="dxa"/>
          </w:tcPr>
          <w:p w14:paraId="4414AB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1" w14:textId="77777777" w:rsidTr="004C1189">
        <w:tc>
          <w:tcPr>
            <w:tcW w:w="1134" w:type="dxa"/>
          </w:tcPr>
          <w:p w14:paraId="4414AB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6" w14:textId="77777777" w:rsidTr="004C1189">
        <w:tc>
          <w:tcPr>
            <w:tcW w:w="1134" w:type="dxa"/>
          </w:tcPr>
          <w:p w14:paraId="4414AB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B" w14:textId="77777777" w:rsidTr="004C1189">
        <w:tc>
          <w:tcPr>
            <w:tcW w:w="1134" w:type="dxa"/>
          </w:tcPr>
          <w:p w14:paraId="4414AB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0" w14:textId="77777777" w:rsidTr="004C1189">
        <w:tc>
          <w:tcPr>
            <w:tcW w:w="1134" w:type="dxa"/>
          </w:tcPr>
          <w:p w14:paraId="4414AB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5" w14:textId="77777777" w:rsidTr="004C1189">
        <w:tc>
          <w:tcPr>
            <w:tcW w:w="1134" w:type="dxa"/>
          </w:tcPr>
          <w:p w14:paraId="4414AB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A" w14:textId="77777777" w:rsidTr="004C1189">
        <w:tc>
          <w:tcPr>
            <w:tcW w:w="1134" w:type="dxa"/>
          </w:tcPr>
          <w:p w14:paraId="4414AB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0" w14:textId="77777777" w:rsidTr="004C1189">
        <w:tc>
          <w:tcPr>
            <w:tcW w:w="1134" w:type="dxa"/>
          </w:tcPr>
          <w:p w14:paraId="4414AB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5" w14:textId="77777777" w:rsidTr="004C1189">
        <w:tc>
          <w:tcPr>
            <w:tcW w:w="1134" w:type="dxa"/>
          </w:tcPr>
          <w:p w14:paraId="4414AB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A" w14:textId="77777777" w:rsidTr="004C1189">
        <w:tc>
          <w:tcPr>
            <w:tcW w:w="1134" w:type="dxa"/>
          </w:tcPr>
          <w:p w14:paraId="4414AB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F" w14:textId="77777777" w:rsidTr="004C1189">
        <w:tc>
          <w:tcPr>
            <w:tcW w:w="1134" w:type="dxa"/>
          </w:tcPr>
          <w:p w14:paraId="4414AB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4" w14:textId="77777777" w:rsidTr="004C1189">
        <w:tc>
          <w:tcPr>
            <w:tcW w:w="1134" w:type="dxa"/>
          </w:tcPr>
          <w:p w14:paraId="4414AB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9" w14:textId="77777777" w:rsidTr="004C1189">
        <w:tc>
          <w:tcPr>
            <w:tcW w:w="1134" w:type="dxa"/>
          </w:tcPr>
          <w:p w14:paraId="4414AB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E" w14:textId="77777777" w:rsidTr="004C1189">
        <w:tc>
          <w:tcPr>
            <w:tcW w:w="1134" w:type="dxa"/>
          </w:tcPr>
          <w:p w14:paraId="4414AB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F3" w14:textId="77777777" w:rsidTr="004C1189">
        <w:tc>
          <w:tcPr>
            <w:tcW w:w="1134" w:type="dxa"/>
          </w:tcPr>
          <w:p w14:paraId="4414AB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414ABF4" w14:textId="64A88C56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F737DB">
      <w:footerReference w:type="default" r:id="rId10"/>
      <w:footerReference w:type="first" r:id="rId11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65A99" w14:textId="77777777" w:rsidR="005F58B8" w:rsidRDefault="005F58B8" w:rsidP="009E4B94">
      <w:pPr>
        <w:spacing w:line="240" w:lineRule="auto"/>
      </w:pPr>
      <w:r>
        <w:separator/>
      </w:r>
    </w:p>
  </w:endnote>
  <w:endnote w:type="continuationSeparator" w:id="0">
    <w:p w14:paraId="0136B183" w14:textId="77777777" w:rsidR="005F58B8" w:rsidRDefault="005F58B8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ABF9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414ABFC" wp14:editId="4414ABFD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14AC04" w14:textId="06D0BD28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F737DB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4ABF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4414AC04" w14:textId="06D0BD28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F737DB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414ABFE" wp14:editId="4414ABF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ABFB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414AC02" wp14:editId="4414AC0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7698" w14:textId="77777777" w:rsidR="005F58B8" w:rsidRDefault="005F58B8" w:rsidP="009E4B94">
      <w:pPr>
        <w:spacing w:line="240" w:lineRule="auto"/>
      </w:pPr>
      <w:r>
        <w:separator/>
      </w:r>
    </w:p>
  </w:footnote>
  <w:footnote w:type="continuationSeparator" w:id="0">
    <w:p w14:paraId="5AD6AB45" w14:textId="77777777" w:rsidR="005F58B8" w:rsidRDefault="005F58B8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874416399">
    <w:abstractNumId w:val="12"/>
  </w:num>
  <w:num w:numId="2" w16cid:durableId="376320240">
    <w:abstractNumId w:val="7"/>
  </w:num>
  <w:num w:numId="3" w16cid:durableId="1512455378">
    <w:abstractNumId w:val="6"/>
  </w:num>
  <w:num w:numId="4" w16cid:durableId="1888881983">
    <w:abstractNumId w:val="5"/>
  </w:num>
  <w:num w:numId="5" w16cid:durableId="1250776551">
    <w:abstractNumId w:val="4"/>
  </w:num>
  <w:num w:numId="6" w16cid:durableId="1916284149">
    <w:abstractNumId w:val="11"/>
  </w:num>
  <w:num w:numId="7" w16cid:durableId="1127628994">
    <w:abstractNumId w:val="3"/>
  </w:num>
  <w:num w:numId="8" w16cid:durableId="1113135340">
    <w:abstractNumId w:val="2"/>
  </w:num>
  <w:num w:numId="9" w16cid:durableId="1834566878">
    <w:abstractNumId w:val="1"/>
  </w:num>
  <w:num w:numId="10" w16cid:durableId="580141226">
    <w:abstractNumId w:val="0"/>
  </w:num>
  <w:num w:numId="11" w16cid:durableId="706025211">
    <w:abstractNumId w:val="8"/>
  </w:num>
  <w:num w:numId="12" w16cid:durableId="111638243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733037280">
    <w:abstractNumId w:val="9"/>
  </w:num>
  <w:num w:numId="14" w16cid:durableId="1327436176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95751"/>
    <w:rsid w:val="002C258E"/>
    <w:rsid w:val="002E30A1"/>
    <w:rsid w:val="002E6B15"/>
    <w:rsid w:val="002E74A4"/>
    <w:rsid w:val="002E76B5"/>
    <w:rsid w:val="003075A8"/>
    <w:rsid w:val="00320F99"/>
    <w:rsid w:val="00324932"/>
    <w:rsid w:val="00347894"/>
    <w:rsid w:val="00351C70"/>
    <w:rsid w:val="003965DD"/>
    <w:rsid w:val="003A4AC8"/>
    <w:rsid w:val="003B1F6C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A6B56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5F58B8"/>
    <w:rsid w:val="00604373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00A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10A6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538A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737D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6326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14A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CF3AE5-C7CE-4BC4-93FA-4B496D25E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D969B-2E8C-4AFE-9B0E-D05E102FE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4E31B-8CCC-423B-9677-067A00D0C988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d8e0b01-3bd1-470f-b2b0-c2ed8c7d5e05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e93f0ed-ff36-46d4-9ce6-e0d902050cf5}" enabled="0" method="" siteId="{2e93f0ed-ff36-46d4-9ce6-e0d902050c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46</Words>
  <Characters>281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2025-01-07T12:44:00Z</dcterms:created>
  <dcterms:modified xsi:type="dcterms:W3CDTF">2025-01-07T12:53:00Z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1205ec8a-d033-40f9-ab77-3e37f08087ea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